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EF8" w:rsidRPr="00516900" w:rsidRDefault="00833EF8" w:rsidP="00516900">
      <w:pPr>
        <w:spacing w:after="0" w:line="240" w:lineRule="auto"/>
        <w:rPr>
          <w:rFonts w:ascii="Verdana" w:hAnsi="Verdana" w:cs="Verdana"/>
          <w:color w:val="666666"/>
          <w:sz w:val="17"/>
          <w:szCs w:val="17"/>
        </w:rPr>
      </w:pPr>
      <w:r w:rsidRPr="00516900">
        <w:rPr>
          <w:rFonts w:ascii="Verdana" w:hAnsi="Verdana" w:cs="Verdana"/>
          <w:b/>
          <w:bCs/>
          <w:color w:val="FF0000"/>
          <w:sz w:val="38"/>
          <w:szCs w:val="38"/>
        </w:rPr>
        <w:t>А</w:t>
      </w:r>
      <w:r w:rsidRPr="00516900">
        <w:rPr>
          <w:rFonts w:ascii="Verdana" w:hAnsi="Verdana" w:cs="Verdana"/>
          <w:b/>
          <w:bCs/>
          <w:color w:val="666666"/>
          <w:sz w:val="38"/>
          <w:szCs w:val="38"/>
        </w:rPr>
        <w:t>втопогрузчики (газовые и дизельные погрузчики) STILL</w:t>
      </w:r>
      <w:r w:rsidRPr="00516900">
        <w:rPr>
          <w:rFonts w:ascii="Verdana" w:hAnsi="Verdana" w:cs="Verdana"/>
          <w:color w:val="666666"/>
          <w:sz w:val="17"/>
          <w:szCs w:val="17"/>
        </w:rPr>
        <w:t xml:space="preserve"> </w:t>
      </w:r>
    </w:p>
    <w:p w:rsidR="00833EF8" w:rsidRPr="000C23B1" w:rsidRDefault="00833EF8" w:rsidP="0051690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7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699"/>
        <w:gridCol w:w="4700"/>
      </w:tblGrid>
      <w:tr w:rsidR="00833EF8" w:rsidRPr="00FE794F">
        <w:trPr>
          <w:tblCellSpacing w:w="7" w:type="dxa"/>
        </w:trPr>
        <w:tc>
          <w:tcPr>
            <w:tcW w:w="0" w:type="auto"/>
            <w:gridSpan w:val="2"/>
            <w:vAlign w:val="center"/>
          </w:tcPr>
          <w:p w:rsidR="00833EF8" w:rsidRPr="00516900" w:rsidRDefault="00833EF8" w:rsidP="00516900">
            <w:pPr>
              <w:spacing w:before="100" w:beforeAutospacing="1" w:after="100" w:afterAutospacing="1" w:line="240" w:lineRule="auto"/>
              <w:rPr>
                <w:rFonts w:ascii="Verdana" w:hAnsi="Verdana" w:cs="Verdana"/>
                <w:color w:val="666666"/>
                <w:sz w:val="17"/>
                <w:szCs w:val="17"/>
              </w:rPr>
            </w:pPr>
            <w:r w:rsidRPr="00516900">
              <w:rPr>
                <w:rFonts w:ascii="Verdana" w:hAnsi="Verdana" w:cs="Verdana"/>
                <w:color w:val="666666"/>
                <w:sz w:val="17"/>
                <w:szCs w:val="17"/>
              </w:rPr>
              <w:t xml:space="preserve">Автопогрузчики (газовые и дизельные погрузчики) STILL (Германия). Программа поставки. </w:t>
            </w:r>
          </w:p>
          <w:p w:rsidR="00833EF8" w:rsidRPr="00516900" w:rsidRDefault="00833EF8" w:rsidP="00516900">
            <w:pPr>
              <w:spacing w:before="100" w:beforeAutospacing="1" w:after="100" w:afterAutospacing="1" w:line="240" w:lineRule="auto"/>
              <w:rPr>
                <w:rFonts w:ascii="Verdana" w:hAnsi="Verdana" w:cs="Verdana"/>
                <w:color w:val="666666"/>
                <w:sz w:val="17"/>
                <w:szCs w:val="17"/>
              </w:rPr>
            </w:pPr>
            <w:r w:rsidRPr="00516900">
              <w:rPr>
                <w:rFonts w:ascii="Verdana" w:hAnsi="Verdana" w:cs="Verdana"/>
                <w:color w:val="666666"/>
                <w:sz w:val="17"/>
                <w:szCs w:val="17"/>
              </w:rPr>
              <w:t>Фирма STILL GmbH (Германия) производит автопогрузчики (газовые и дизельные погрузчики) грузоподъемностью от 1,6 до 8 тонн. Эти атопогрузчики отличаются высокой производительностью, удобством в эксплуатации и обслуживании, низкие эксплуатационные расходы.</w:t>
            </w:r>
          </w:p>
          <w:p w:rsidR="00833EF8" w:rsidRPr="00516900" w:rsidRDefault="00833EF8" w:rsidP="00516900">
            <w:pPr>
              <w:spacing w:before="100" w:beforeAutospacing="1" w:after="100" w:afterAutospacing="1" w:line="240" w:lineRule="auto"/>
              <w:rPr>
                <w:rFonts w:ascii="Verdana" w:hAnsi="Verdana" w:cs="Verdana"/>
                <w:color w:val="666666"/>
                <w:sz w:val="17"/>
                <w:szCs w:val="17"/>
              </w:rPr>
            </w:pPr>
            <w:r w:rsidRPr="00516900">
              <w:rPr>
                <w:rFonts w:ascii="Verdana" w:hAnsi="Verdana" w:cs="Verdana"/>
                <w:b/>
                <w:bCs/>
                <w:color w:val="666666"/>
                <w:sz w:val="17"/>
                <w:szCs w:val="17"/>
              </w:rPr>
              <w:t>Автопогрузчик R 70</w:t>
            </w:r>
            <w:r w:rsidRPr="00516900">
              <w:rPr>
                <w:rFonts w:ascii="Verdana" w:hAnsi="Verdana" w:cs="Verdana"/>
                <w:color w:val="666666"/>
                <w:sz w:val="17"/>
                <w:szCs w:val="17"/>
              </w:rPr>
              <w:t xml:space="preserve"> (г/п 1.600 кг / 1.800 кг / 2.000 кг) </w:t>
            </w:r>
            <w:hyperlink r:id="rId4" w:history="1">
              <w:r w:rsidRPr="00516900">
                <w:rPr>
                  <w:rFonts w:ascii="Verdana" w:hAnsi="Verdana" w:cs="Verdana"/>
                  <w:b/>
                  <w:bCs/>
                  <w:color w:val="555555"/>
                  <w:sz w:val="17"/>
                  <w:szCs w:val="17"/>
                </w:rPr>
                <w:t>Подробнее автопогрузчик R 70...</w:t>
              </w:r>
            </w:hyperlink>
          </w:p>
        </w:tc>
      </w:tr>
      <w:tr w:rsidR="00833EF8" w:rsidRPr="00FE794F">
        <w:trPr>
          <w:tblCellSpacing w:w="7" w:type="dxa"/>
        </w:trPr>
        <w:tc>
          <w:tcPr>
            <w:tcW w:w="2500" w:type="pct"/>
            <w:vAlign w:val="center"/>
          </w:tcPr>
          <w:p w:rsidR="00833EF8" w:rsidRPr="00516900" w:rsidRDefault="00833EF8" w:rsidP="00516900">
            <w:pPr>
              <w:spacing w:after="0" w:line="240" w:lineRule="auto"/>
              <w:rPr>
                <w:rFonts w:ascii="Verdana" w:hAnsi="Verdana" w:cs="Verdana"/>
                <w:color w:val="666666"/>
                <w:sz w:val="17"/>
                <w:szCs w:val="17"/>
              </w:rPr>
            </w:pPr>
            <w:r w:rsidRPr="00FE794F">
              <w:rPr>
                <w:rFonts w:ascii="Verdana" w:hAnsi="Verdana" w:cs="Verdana"/>
                <w:noProof/>
                <w:color w:val="666666"/>
                <w:sz w:val="17"/>
                <w:szCs w:val="17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http://www.it-comp.ru/core/data/upimages/thumbs/r70_20c.jpg" style="width:150pt;height:123pt;visibility:visible">
                  <v:imagedata r:id="rId5" o:title=""/>
                </v:shape>
              </w:pict>
            </w:r>
          </w:p>
        </w:tc>
        <w:tc>
          <w:tcPr>
            <w:tcW w:w="0" w:type="auto"/>
            <w:vAlign w:val="center"/>
          </w:tcPr>
          <w:tbl>
            <w:tblPr>
              <w:tblpPr w:leftFromText="45" w:rightFromText="45" w:vertAnchor="text" w:tblpXSpec="right" w:tblpYSpec="center"/>
              <w:tblW w:w="3527" w:type="pct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A0"/>
            </w:tblPr>
            <w:tblGrid>
              <w:gridCol w:w="1023"/>
              <w:gridCol w:w="1120"/>
              <w:gridCol w:w="1125"/>
            </w:tblGrid>
            <w:tr w:rsidR="00833EF8" w:rsidRPr="00FE794F" w:rsidTr="000C23B1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</w:tcPr>
                <w:p w:rsidR="00833EF8" w:rsidRPr="00516900" w:rsidRDefault="00833EF8" w:rsidP="00516900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b/>
                      <w:bCs/>
                      <w:color w:val="666666"/>
                      <w:sz w:val="17"/>
                      <w:szCs w:val="17"/>
                    </w:rPr>
                    <w:t xml:space="preserve">  Модель  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</w:tcPr>
                <w:p w:rsidR="00833EF8" w:rsidRPr="00516900" w:rsidRDefault="00833EF8" w:rsidP="00516900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b/>
                      <w:bCs/>
                      <w:color w:val="666666"/>
                      <w:sz w:val="17"/>
                      <w:szCs w:val="17"/>
                    </w:rPr>
                    <w:t>Г/п (кг) при ц.т. 500 мм</w:t>
                  </w: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</w:tcPr>
                <w:p w:rsidR="00833EF8" w:rsidRPr="00516900" w:rsidRDefault="00833EF8" w:rsidP="00516900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b/>
                      <w:bCs/>
                      <w:color w:val="666666"/>
                      <w:sz w:val="17"/>
                      <w:szCs w:val="17"/>
                    </w:rPr>
                    <w:t>Тип двигателя</w:t>
                  </w: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t xml:space="preserve"> </w:t>
                  </w:r>
                </w:p>
              </w:tc>
            </w:tr>
            <w:tr w:rsidR="00833EF8" w:rsidRPr="00FE794F" w:rsidTr="000C23B1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33EF8" w:rsidRPr="00516900" w:rsidRDefault="00833EF8" w:rsidP="00516900">
                  <w:pPr>
                    <w:spacing w:before="100" w:beforeAutospacing="1" w:after="100" w:afterAutospacing="1" w:line="240" w:lineRule="auto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b/>
                      <w:bCs/>
                      <w:color w:val="666666"/>
                      <w:sz w:val="17"/>
                      <w:szCs w:val="17"/>
                    </w:rPr>
                    <w:t xml:space="preserve">R 70-16 G </w:t>
                  </w:r>
                  <w:r w:rsidRPr="00516900">
                    <w:rPr>
                      <w:rFonts w:ascii="Verdana" w:hAnsi="Verdana" w:cs="Verdana"/>
                      <w:b/>
                      <w:bCs/>
                      <w:color w:val="666666"/>
                      <w:sz w:val="17"/>
                      <w:szCs w:val="17"/>
                    </w:rPr>
                    <w:br/>
                    <w:t>R 70-16</w:t>
                  </w: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33EF8" w:rsidRPr="00516900" w:rsidRDefault="00833EF8" w:rsidP="005169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t xml:space="preserve">1600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33EF8" w:rsidRPr="00516900" w:rsidRDefault="00833EF8" w:rsidP="00516900">
                  <w:pPr>
                    <w:spacing w:before="100" w:beforeAutospacing="1" w:after="100" w:afterAutospacing="1" w:line="240" w:lineRule="auto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t xml:space="preserve">газ или </w:t>
                  </w: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br/>
                    <w:t xml:space="preserve">дизель </w:t>
                  </w:r>
                </w:p>
              </w:tc>
            </w:tr>
            <w:tr w:rsidR="00833EF8" w:rsidRPr="00FE794F" w:rsidTr="000C23B1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</w:tcPr>
                <w:p w:rsidR="00833EF8" w:rsidRPr="00516900" w:rsidRDefault="00833EF8" w:rsidP="00516900">
                  <w:pPr>
                    <w:spacing w:before="100" w:beforeAutospacing="1" w:after="100" w:afterAutospacing="1" w:line="240" w:lineRule="auto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b/>
                      <w:bCs/>
                      <w:color w:val="666666"/>
                      <w:sz w:val="17"/>
                      <w:szCs w:val="17"/>
                    </w:rPr>
                    <w:t xml:space="preserve">R 70-18 G </w:t>
                  </w:r>
                  <w:r w:rsidRPr="00516900">
                    <w:rPr>
                      <w:rFonts w:ascii="Verdana" w:hAnsi="Verdana" w:cs="Verdana"/>
                      <w:b/>
                      <w:bCs/>
                      <w:color w:val="666666"/>
                      <w:sz w:val="17"/>
                      <w:szCs w:val="17"/>
                    </w:rPr>
                    <w:br/>
                    <w:t>R 70-18</w:t>
                  </w: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</w:tcPr>
                <w:p w:rsidR="00833EF8" w:rsidRPr="00516900" w:rsidRDefault="00833EF8" w:rsidP="005169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t xml:space="preserve">1800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</w:tcPr>
                <w:p w:rsidR="00833EF8" w:rsidRPr="00516900" w:rsidRDefault="00833EF8" w:rsidP="00516900">
                  <w:pPr>
                    <w:spacing w:before="100" w:beforeAutospacing="1" w:after="100" w:afterAutospacing="1" w:line="240" w:lineRule="auto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t xml:space="preserve">газ или </w:t>
                  </w: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br/>
                    <w:t xml:space="preserve">дизель </w:t>
                  </w:r>
                </w:p>
              </w:tc>
            </w:tr>
            <w:tr w:rsidR="00833EF8" w:rsidRPr="00FE794F" w:rsidTr="000C23B1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33EF8" w:rsidRPr="00516900" w:rsidRDefault="00833EF8" w:rsidP="00516900">
                  <w:pPr>
                    <w:spacing w:before="100" w:beforeAutospacing="1" w:after="100" w:afterAutospacing="1" w:line="240" w:lineRule="auto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b/>
                      <w:bCs/>
                      <w:color w:val="666666"/>
                      <w:sz w:val="17"/>
                      <w:szCs w:val="17"/>
                    </w:rPr>
                    <w:t xml:space="preserve">R 70-20 G </w:t>
                  </w:r>
                  <w:r w:rsidRPr="00516900">
                    <w:rPr>
                      <w:rFonts w:ascii="Verdana" w:hAnsi="Verdana" w:cs="Verdana"/>
                      <w:b/>
                      <w:bCs/>
                      <w:color w:val="666666"/>
                      <w:sz w:val="17"/>
                      <w:szCs w:val="17"/>
                    </w:rPr>
                    <w:br/>
                    <w:t>R 70-20</w:t>
                  </w: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33EF8" w:rsidRPr="00516900" w:rsidRDefault="00833EF8" w:rsidP="005169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t xml:space="preserve">2000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33EF8" w:rsidRPr="00516900" w:rsidRDefault="00833EF8" w:rsidP="00516900">
                  <w:pPr>
                    <w:spacing w:before="100" w:beforeAutospacing="1" w:after="100" w:afterAutospacing="1" w:line="240" w:lineRule="auto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t xml:space="preserve">газ или </w:t>
                  </w: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br/>
                    <w:t xml:space="preserve">дизель </w:t>
                  </w:r>
                </w:p>
              </w:tc>
            </w:tr>
          </w:tbl>
          <w:p w:rsidR="00833EF8" w:rsidRPr="00516900" w:rsidRDefault="00833EF8" w:rsidP="00516900">
            <w:pPr>
              <w:spacing w:after="0" w:line="240" w:lineRule="auto"/>
              <w:rPr>
                <w:rFonts w:ascii="Verdana" w:hAnsi="Verdana" w:cs="Verdana"/>
                <w:color w:val="666666"/>
                <w:sz w:val="17"/>
                <w:szCs w:val="17"/>
              </w:rPr>
            </w:pPr>
          </w:p>
        </w:tc>
      </w:tr>
      <w:tr w:rsidR="00833EF8" w:rsidRPr="00FE794F">
        <w:trPr>
          <w:tblCellSpacing w:w="7" w:type="dxa"/>
        </w:trPr>
        <w:tc>
          <w:tcPr>
            <w:tcW w:w="0" w:type="auto"/>
            <w:gridSpan w:val="2"/>
            <w:vAlign w:val="center"/>
          </w:tcPr>
          <w:p w:rsidR="00833EF8" w:rsidRPr="00516900" w:rsidRDefault="00833EF8" w:rsidP="00516900">
            <w:pPr>
              <w:spacing w:after="0" w:line="240" w:lineRule="auto"/>
              <w:rPr>
                <w:rFonts w:ascii="Verdana" w:hAnsi="Verdana" w:cs="Verdana"/>
                <w:color w:val="666666"/>
                <w:sz w:val="17"/>
                <w:szCs w:val="17"/>
              </w:rPr>
            </w:pPr>
          </w:p>
          <w:p w:rsidR="00833EF8" w:rsidRPr="00516900" w:rsidRDefault="00833EF8" w:rsidP="00516900">
            <w:pPr>
              <w:spacing w:before="100" w:beforeAutospacing="1" w:after="100" w:afterAutospacing="1" w:line="240" w:lineRule="auto"/>
              <w:rPr>
                <w:rFonts w:ascii="Verdana" w:hAnsi="Verdana" w:cs="Verdana"/>
                <w:color w:val="666666"/>
                <w:sz w:val="17"/>
                <w:szCs w:val="17"/>
              </w:rPr>
            </w:pPr>
            <w:r w:rsidRPr="00516900">
              <w:rPr>
                <w:rFonts w:ascii="Verdana" w:hAnsi="Verdana" w:cs="Verdana"/>
                <w:b/>
                <w:bCs/>
                <w:color w:val="666666"/>
                <w:sz w:val="17"/>
                <w:szCs w:val="17"/>
              </w:rPr>
              <w:t>Автопогрузчик RX 70</w:t>
            </w:r>
            <w:r w:rsidRPr="00516900">
              <w:rPr>
                <w:rFonts w:ascii="Verdana" w:hAnsi="Verdana" w:cs="Verdana"/>
                <w:color w:val="666666"/>
                <w:sz w:val="17"/>
                <w:szCs w:val="17"/>
              </w:rPr>
              <w:t xml:space="preserve"> (г/п 2.200 кг / 2.500 кг / 3.000 кг / 3.500 кг) </w:t>
            </w:r>
            <w:r w:rsidRPr="00516900">
              <w:rPr>
                <w:rFonts w:ascii="Verdana" w:hAnsi="Verdana" w:cs="Verdana"/>
                <w:color w:val="666666"/>
                <w:sz w:val="17"/>
                <w:szCs w:val="17"/>
              </w:rPr>
              <w:br/>
              <w:t>Дизельные погрузчики с асинхронным двигателем RX 70-22 / RX 70-25 / RX 70-30 / RX 70-35 Новая серия  </w:t>
            </w:r>
            <w:hyperlink r:id="rId6" w:history="1">
              <w:r w:rsidRPr="00516900">
                <w:rPr>
                  <w:rFonts w:ascii="Verdana" w:hAnsi="Verdana" w:cs="Verdana"/>
                  <w:b/>
                  <w:bCs/>
                  <w:color w:val="555555"/>
                  <w:sz w:val="17"/>
                  <w:szCs w:val="17"/>
                </w:rPr>
                <w:t>Подробнее автопогрузчик RX 70 грузоподъёмностью 2-3,5 тонны...</w:t>
              </w:r>
            </w:hyperlink>
          </w:p>
        </w:tc>
      </w:tr>
      <w:tr w:rsidR="00833EF8" w:rsidRPr="00FE794F">
        <w:trPr>
          <w:tblCellSpacing w:w="7" w:type="dxa"/>
        </w:trPr>
        <w:tc>
          <w:tcPr>
            <w:tcW w:w="2500" w:type="pct"/>
            <w:vAlign w:val="center"/>
          </w:tcPr>
          <w:p w:rsidR="00833EF8" w:rsidRPr="00516900" w:rsidRDefault="00833EF8" w:rsidP="00516900">
            <w:pPr>
              <w:spacing w:after="0" w:line="240" w:lineRule="auto"/>
              <w:rPr>
                <w:rFonts w:ascii="Verdana" w:hAnsi="Verdana" w:cs="Verdana"/>
                <w:color w:val="666666"/>
                <w:sz w:val="17"/>
                <w:szCs w:val="17"/>
              </w:rPr>
            </w:pPr>
            <w:r w:rsidRPr="00FE794F">
              <w:rPr>
                <w:rFonts w:ascii="Verdana" w:hAnsi="Verdana" w:cs="Verdana"/>
                <w:noProof/>
                <w:color w:val="666666"/>
                <w:sz w:val="17"/>
                <w:szCs w:val="17"/>
              </w:rPr>
              <w:pict>
                <v:shape id="Рисунок 2" o:spid="_x0000_i1026" type="#_x0000_t75" alt="http://www.it-comp.ru/core/data/upimages/rx-70_200x164.jpg" style="width:150pt;height:123pt;visibility:visible">
                  <v:imagedata r:id="rId7" o:title=""/>
                </v:shape>
              </w:pict>
            </w:r>
          </w:p>
        </w:tc>
        <w:tc>
          <w:tcPr>
            <w:tcW w:w="0" w:type="auto"/>
            <w:vAlign w:val="center"/>
          </w:tcPr>
          <w:tbl>
            <w:tblPr>
              <w:tblpPr w:leftFromText="45" w:rightFromText="45" w:vertAnchor="text" w:tblpXSpec="right" w:tblpYSpec="center"/>
              <w:tblW w:w="3533" w:type="pct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A0"/>
            </w:tblPr>
            <w:tblGrid>
              <w:gridCol w:w="1039"/>
              <w:gridCol w:w="1112"/>
              <w:gridCol w:w="1123"/>
            </w:tblGrid>
            <w:tr w:rsidR="00833EF8" w:rsidRPr="00FE794F" w:rsidTr="000C23B1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</w:tcPr>
                <w:p w:rsidR="00833EF8" w:rsidRPr="00516900" w:rsidRDefault="00833EF8" w:rsidP="00516900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b/>
                      <w:bCs/>
                      <w:color w:val="666666"/>
                      <w:sz w:val="17"/>
                      <w:szCs w:val="17"/>
                    </w:rPr>
                    <w:t xml:space="preserve">  Модель  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</w:tcPr>
                <w:p w:rsidR="00833EF8" w:rsidRPr="00516900" w:rsidRDefault="00833EF8" w:rsidP="00516900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b/>
                      <w:bCs/>
                      <w:color w:val="666666"/>
                      <w:sz w:val="17"/>
                      <w:szCs w:val="17"/>
                    </w:rPr>
                    <w:t xml:space="preserve">Г/п (кг) при ц.т. 500 мм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</w:tcPr>
                <w:p w:rsidR="00833EF8" w:rsidRPr="00516900" w:rsidRDefault="00833EF8" w:rsidP="00516900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b/>
                      <w:bCs/>
                      <w:color w:val="666666"/>
                      <w:sz w:val="17"/>
                      <w:szCs w:val="17"/>
                    </w:rPr>
                    <w:t xml:space="preserve">Тип двигателя </w:t>
                  </w:r>
                </w:p>
              </w:tc>
            </w:tr>
            <w:tr w:rsidR="00833EF8" w:rsidRPr="00FE794F" w:rsidTr="000C23B1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33EF8" w:rsidRPr="00516900" w:rsidRDefault="00833EF8" w:rsidP="00516900">
                  <w:pPr>
                    <w:spacing w:before="100" w:beforeAutospacing="1" w:after="100" w:afterAutospacing="1" w:line="240" w:lineRule="auto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b/>
                      <w:bCs/>
                      <w:color w:val="666666"/>
                      <w:sz w:val="17"/>
                      <w:szCs w:val="17"/>
                    </w:rPr>
                    <w:t xml:space="preserve">RX 70-20T </w:t>
                  </w:r>
                  <w:r w:rsidRPr="00516900">
                    <w:rPr>
                      <w:rFonts w:ascii="Verdana" w:hAnsi="Verdana" w:cs="Verdana"/>
                      <w:b/>
                      <w:bCs/>
                      <w:color w:val="666666"/>
                      <w:sz w:val="17"/>
                      <w:szCs w:val="17"/>
                    </w:rPr>
                    <w:br/>
                    <w:t>RX 70-20</w:t>
                  </w: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33EF8" w:rsidRPr="00516900" w:rsidRDefault="00833EF8" w:rsidP="005169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t xml:space="preserve">2200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33EF8" w:rsidRPr="00516900" w:rsidRDefault="00833EF8" w:rsidP="00516900">
                  <w:pPr>
                    <w:spacing w:before="100" w:beforeAutospacing="1" w:after="100" w:afterAutospacing="1" w:line="240" w:lineRule="auto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t xml:space="preserve">газ или </w:t>
                  </w: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br/>
                    <w:t xml:space="preserve">дизель </w:t>
                  </w:r>
                </w:p>
              </w:tc>
            </w:tr>
            <w:tr w:rsidR="00833EF8" w:rsidRPr="00FE794F" w:rsidTr="000C23B1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</w:tcPr>
                <w:p w:rsidR="00833EF8" w:rsidRPr="00516900" w:rsidRDefault="00833EF8" w:rsidP="00516900">
                  <w:pPr>
                    <w:spacing w:before="100" w:beforeAutospacing="1" w:after="100" w:afterAutospacing="1" w:line="240" w:lineRule="auto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b/>
                      <w:bCs/>
                      <w:color w:val="666666"/>
                      <w:sz w:val="17"/>
                      <w:szCs w:val="17"/>
                    </w:rPr>
                    <w:t xml:space="preserve">RX 70-25 T </w:t>
                  </w:r>
                  <w:r w:rsidRPr="00516900">
                    <w:rPr>
                      <w:rFonts w:ascii="Verdana" w:hAnsi="Verdana" w:cs="Verdana"/>
                      <w:b/>
                      <w:bCs/>
                      <w:color w:val="666666"/>
                      <w:sz w:val="17"/>
                      <w:szCs w:val="17"/>
                    </w:rPr>
                    <w:br/>
                    <w:t>RX 70-25</w:t>
                  </w: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</w:tcPr>
                <w:p w:rsidR="00833EF8" w:rsidRPr="00516900" w:rsidRDefault="00833EF8" w:rsidP="005169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t xml:space="preserve">2500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</w:tcPr>
                <w:p w:rsidR="00833EF8" w:rsidRPr="00516900" w:rsidRDefault="00833EF8" w:rsidP="00516900">
                  <w:pPr>
                    <w:spacing w:before="100" w:beforeAutospacing="1" w:after="100" w:afterAutospacing="1" w:line="240" w:lineRule="auto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t xml:space="preserve">газ или </w:t>
                  </w: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br/>
                    <w:t xml:space="preserve">дизель </w:t>
                  </w:r>
                </w:p>
              </w:tc>
            </w:tr>
            <w:tr w:rsidR="00833EF8" w:rsidRPr="00FE794F" w:rsidTr="000C23B1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33EF8" w:rsidRPr="00516900" w:rsidRDefault="00833EF8" w:rsidP="00516900">
                  <w:pPr>
                    <w:spacing w:before="100" w:beforeAutospacing="1" w:after="100" w:afterAutospacing="1" w:line="240" w:lineRule="auto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b/>
                      <w:bCs/>
                      <w:color w:val="666666"/>
                      <w:sz w:val="17"/>
                      <w:szCs w:val="17"/>
                    </w:rPr>
                    <w:t>RX 70-30 T</w:t>
                  </w:r>
                  <w:r w:rsidRPr="00516900">
                    <w:rPr>
                      <w:rFonts w:ascii="Verdana" w:hAnsi="Verdana" w:cs="Verdana"/>
                      <w:b/>
                      <w:bCs/>
                      <w:color w:val="666666"/>
                      <w:sz w:val="17"/>
                      <w:szCs w:val="17"/>
                    </w:rPr>
                    <w:br/>
                    <w:t>RX 70-30</w:t>
                  </w: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33EF8" w:rsidRPr="00516900" w:rsidRDefault="00833EF8" w:rsidP="005169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t xml:space="preserve">3000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33EF8" w:rsidRPr="00516900" w:rsidRDefault="00833EF8" w:rsidP="00516900">
                  <w:pPr>
                    <w:spacing w:before="100" w:beforeAutospacing="1" w:after="100" w:afterAutospacing="1" w:line="240" w:lineRule="auto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t xml:space="preserve">газ или </w:t>
                  </w: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br/>
                    <w:t xml:space="preserve">дизель </w:t>
                  </w:r>
                </w:p>
              </w:tc>
            </w:tr>
            <w:tr w:rsidR="00833EF8" w:rsidRPr="00FE794F" w:rsidTr="000C23B1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</w:tcPr>
                <w:p w:rsidR="00833EF8" w:rsidRPr="00516900" w:rsidRDefault="00833EF8" w:rsidP="00516900">
                  <w:pPr>
                    <w:spacing w:before="100" w:beforeAutospacing="1" w:after="100" w:afterAutospacing="1" w:line="240" w:lineRule="auto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b/>
                      <w:bCs/>
                      <w:color w:val="666666"/>
                      <w:sz w:val="17"/>
                      <w:szCs w:val="17"/>
                    </w:rPr>
                    <w:t>RX 70-35 T</w:t>
                  </w:r>
                  <w:r w:rsidRPr="00516900">
                    <w:rPr>
                      <w:rFonts w:ascii="Verdana" w:hAnsi="Verdana" w:cs="Verdana"/>
                      <w:b/>
                      <w:bCs/>
                      <w:color w:val="666666"/>
                      <w:sz w:val="17"/>
                      <w:szCs w:val="17"/>
                    </w:rPr>
                    <w:br/>
                    <w:t>RX 70-35</w:t>
                  </w: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</w:tcPr>
                <w:p w:rsidR="00833EF8" w:rsidRPr="00516900" w:rsidRDefault="00833EF8" w:rsidP="005169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t xml:space="preserve">3500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</w:tcPr>
                <w:p w:rsidR="00833EF8" w:rsidRPr="00516900" w:rsidRDefault="00833EF8" w:rsidP="00516900">
                  <w:pPr>
                    <w:spacing w:before="100" w:beforeAutospacing="1" w:after="100" w:afterAutospacing="1" w:line="240" w:lineRule="auto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t xml:space="preserve">газ или </w:t>
                  </w: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br/>
                    <w:t xml:space="preserve">дизель </w:t>
                  </w:r>
                </w:p>
              </w:tc>
            </w:tr>
          </w:tbl>
          <w:p w:rsidR="00833EF8" w:rsidRPr="00516900" w:rsidRDefault="00833EF8" w:rsidP="00516900">
            <w:pPr>
              <w:spacing w:after="0" w:line="240" w:lineRule="auto"/>
              <w:rPr>
                <w:rFonts w:ascii="Verdana" w:hAnsi="Verdana" w:cs="Verdana"/>
                <w:color w:val="666666"/>
                <w:sz w:val="17"/>
                <w:szCs w:val="17"/>
              </w:rPr>
            </w:pPr>
          </w:p>
        </w:tc>
      </w:tr>
      <w:tr w:rsidR="00833EF8" w:rsidRPr="00FE794F">
        <w:trPr>
          <w:tblCellSpacing w:w="7" w:type="dxa"/>
        </w:trPr>
        <w:tc>
          <w:tcPr>
            <w:tcW w:w="0" w:type="auto"/>
            <w:gridSpan w:val="2"/>
            <w:vAlign w:val="center"/>
          </w:tcPr>
          <w:p w:rsidR="00833EF8" w:rsidRPr="00516900" w:rsidRDefault="00833EF8" w:rsidP="00516900">
            <w:pPr>
              <w:spacing w:after="0" w:line="240" w:lineRule="auto"/>
              <w:rPr>
                <w:rFonts w:ascii="Verdana" w:hAnsi="Verdana" w:cs="Verdana"/>
                <w:color w:val="666666"/>
                <w:sz w:val="17"/>
                <w:szCs w:val="17"/>
              </w:rPr>
            </w:pPr>
          </w:p>
          <w:p w:rsidR="00833EF8" w:rsidRPr="00516900" w:rsidRDefault="00833EF8" w:rsidP="00516900">
            <w:pPr>
              <w:spacing w:before="100" w:beforeAutospacing="1" w:after="100" w:afterAutospacing="1" w:line="240" w:lineRule="auto"/>
              <w:rPr>
                <w:rFonts w:ascii="Verdana" w:hAnsi="Verdana" w:cs="Verdana"/>
                <w:color w:val="666666"/>
                <w:sz w:val="17"/>
                <w:szCs w:val="17"/>
              </w:rPr>
            </w:pPr>
            <w:r w:rsidRPr="00516900">
              <w:rPr>
                <w:rFonts w:ascii="Verdana" w:hAnsi="Verdana" w:cs="Verdana"/>
                <w:b/>
                <w:bCs/>
                <w:color w:val="666666"/>
                <w:sz w:val="17"/>
                <w:szCs w:val="17"/>
              </w:rPr>
              <w:t>Автопогрузчик R 70</w:t>
            </w:r>
            <w:r w:rsidRPr="00516900">
              <w:rPr>
                <w:rFonts w:ascii="Verdana" w:hAnsi="Verdana" w:cs="Verdana"/>
                <w:color w:val="666666"/>
                <w:sz w:val="17"/>
                <w:szCs w:val="17"/>
              </w:rPr>
              <w:t xml:space="preserve"> (г/п 4.000 кг / 4.500 кг) </w:t>
            </w:r>
            <w:hyperlink r:id="rId8" w:history="1">
              <w:r w:rsidRPr="00516900">
                <w:rPr>
                  <w:rFonts w:ascii="Verdana" w:hAnsi="Verdana" w:cs="Verdana"/>
                  <w:b/>
                  <w:bCs/>
                  <w:color w:val="555555"/>
                  <w:sz w:val="17"/>
                  <w:szCs w:val="17"/>
                </w:rPr>
                <w:t>Подробнее автопогрузчик R 70...</w:t>
              </w:r>
            </w:hyperlink>
          </w:p>
        </w:tc>
      </w:tr>
      <w:tr w:rsidR="00833EF8" w:rsidRPr="00FE794F">
        <w:trPr>
          <w:tblCellSpacing w:w="7" w:type="dxa"/>
        </w:trPr>
        <w:tc>
          <w:tcPr>
            <w:tcW w:w="0" w:type="auto"/>
            <w:vAlign w:val="center"/>
          </w:tcPr>
          <w:p w:rsidR="00833EF8" w:rsidRPr="00516900" w:rsidRDefault="00833EF8" w:rsidP="00516900">
            <w:pPr>
              <w:spacing w:after="0" w:line="240" w:lineRule="auto"/>
              <w:rPr>
                <w:rFonts w:ascii="Verdana" w:hAnsi="Verdana" w:cs="Verdana"/>
                <w:color w:val="666666"/>
                <w:sz w:val="17"/>
                <w:szCs w:val="17"/>
              </w:rPr>
            </w:pPr>
            <w:r w:rsidRPr="00FE794F">
              <w:rPr>
                <w:rFonts w:ascii="Verdana" w:hAnsi="Verdana" w:cs="Verdana"/>
                <w:noProof/>
                <w:color w:val="666666"/>
                <w:sz w:val="17"/>
                <w:szCs w:val="17"/>
              </w:rPr>
              <w:pict>
                <v:shape id="Рисунок 3" o:spid="_x0000_i1027" type="#_x0000_t75" alt="http://www.it-comp.ru/core/data/upimages/thumbs/r70_45.jpg" style="width:150pt;height:123pt;visibility:visible">
                  <v:imagedata r:id="rId9" o:title=""/>
                </v:shape>
              </w:pict>
            </w:r>
          </w:p>
        </w:tc>
        <w:tc>
          <w:tcPr>
            <w:tcW w:w="0" w:type="auto"/>
            <w:vAlign w:val="center"/>
          </w:tcPr>
          <w:tbl>
            <w:tblPr>
              <w:tblpPr w:leftFromText="45" w:rightFromText="45" w:vertAnchor="text" w:tblpXSpec="right" w:tblpYSpec="center"/>
              <w:tblW w:w="3527" w:type="pct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A0"/>
            </w:tblPr>
            <w:tblGrid>
              <w:gridCol w:w="1023"/>
              <w:gridCol w:w="1120"/>
              <w:gridCol w:w="1125"/>
            </w:tblGrid>
            <w:tr w:rsidR="00833EF8" w:rsidRPr="00FE794F" w:rsidTr="000C23B1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</w:tcPr>
                <w:p w:rsidR="00833EF8" w:rsidRPr="00516900" w:rsidRDefault="00833EF8" w:rsidP="00516900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b/>
                      <w:bCs/>
                      <w:color w:val="666666"/>
                      <w:sz w:val="17"/>
                      <w:szCs w:val="17"/>
                    </w:rPr>
                    <w:t xml:space="preserve">  Модель  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</w:tcPr>
                <w:p w:rsidR="00833EF8" w:rsidRPr="00516900" w:rsidRDefault="00833EF8" w:rsidP="00516900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b/>
                      <w:bCs/>
                      <w:color w:val="666666"/>
                      <w:sz w:val="17"/>
                      <w:szCs w:val="17"/>
                    </w:rPr>
                    <w:t xml:space="preserve">Г/п (кг) при ц.т. 500 мм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</w:tcPr>
                <w:p w:rsidR="00833EF8" w:rsidRPr="00516900" w:rsidRDefault="00833EF8" w:rsidP="00516900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b/>
                      <w:bCs/>
                      <w:color w:val="666666"/>
                      <w:sz w:val="17"/>
                      <w:szCs w:val="17"/>
                    </w:rPr>
                    <w:t xml:space="preserve">Тип двигателя </w:t>
                  </w:r>
                </w:p>
              </w:tc>
            </w:tr>
            <w:tr w:rsidR="00833EF8" w:rsidRPr="00FE794F" w:rsidTr="000C23B1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33EF8" w:rsidRPr="00516900" w:rsidRDefault="00833EF8" w:rsidP="00516900">
                  <w:pPr>
                    <w:spacing w:before="100" w:beforeAutospacing="1" w:after="100" w:afterAutospacing="1" w:line="240" w:lineRule="auto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b/>
                      <w:bCs/>
                      <w:color w:val="666666"/>
                      <w:sz w:val="17"/>
                      <w:szCs w:val="17"/>
                    </w:rPr>
                    <w:t>R 70-40</w:t>
                  </w: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33EF8" w:rsidRPr="00516900" w:rsidRDefault="00833EF8" w:rsidP="005169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t xml:space="preserve">4000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33EF8" w:rsidRPr="00516900" w:rsidRDefault="00833EF8" w:rsidP="00516900">
                  <w:pPr>
                    <w:spacing w:before="100" w:beforeAutospacing="1" w:after="100" w:afterAutospacing="1" w:line="240" w:lineRule="auto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t xml:space="preserve">дизель </w:t>
                  </w: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br/>
                    <w:t xml:space="preserve">или газ </w:t>
                  </w:r>
                </w:p>
              </w:tc>
            </w:tr>
            <w:tr w:rsidR="00833EF8" w:rsidRPr="00FE794F" w:rsidTr="000C23B1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33EF8" w:rsidRPr="00516900" w:rsidRDefault="00833EF8" w:rsidP="00516900">
                  <w:pPr>
                    <w:spacing w:before="100" w:beforeAutospacing="1" w:after="100" w:afterAutospacing="1" w:line="240" w:lineRule="auto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b/>
                      <w:bCs/>
                      <w:color w:val="666666"/>
                      <w:sz w:val="17"/>
                      <w:szCs w:val="17"/>
                    </w:rPr>
                    <w:t>R 70-45</w:t>
                  </w: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33EF8" w:rsidRPr="00516900" w:rsidRDefault="00833EF8" w:rsidP="005169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t xml:space="preserve">4500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33EF8" w:rsidRPr="00516900" w:rsidRDefault="00833EF8" w:rsidP="00516900">
                  <w:pPr>
                    <w:spacing w:before="100" w:beforeAutospacing="1" w:after="100" w:afterAutospacing="1" w:line="240" w:lineRule="auto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t xml:space="preserve">дизель </w:t>
                  </w: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br/>
                    <w:t xml:space="preserve">или газ </w:t>
                  </w:r>
                </w:p>
              </w:tc>
            </w:tr>
          </w:tbl>
          <w:p w:rsidR="00833EF8" w:rsidRPr="00516900" w:rsidRDefault="00833EF8" w:rsidP="00516900">
            <w:pPr>
              <w:spacing w:after="0" w:line="240" w:lineRule="auto"/>
              <w:rPr>
                <w:rFonts w:ascii="Verdana" w:hAnsi="Verdana" w:cs="Verdana"/>
                <w:color w:val="666666"/>
                <w:sz w:val="17"/>
                <w:szCs w:val="17"/>
              </w:rPr>
            </w:pPr>
          </w:p>
        </w:tc>
      </w:tr>
      <w:tr w:rsidR="00833EF8" w:rsidRPr="00FE794F">
        <w:trPr>
          <w:tblCellSpacing w:w="7" w:type="dxa"/>
        </w:trPr>
        <w:tc>
          <w:tcPr>
            <w:tcW w:w="0" w:type="auto"/>
            <w:gridSpan w:val="2"/>
            <w:vAlign w:val="center"/>
          </w:tcPr>
          <w:p w:rsidR="00833EF8" w:rsidRPr="00516900" w:rsidRDefault="00833EF8" w:rsidP="00516900">
            <w:pPr>
              <w:spacing w:after="0" w:line="240" w:lineRule="auto"/>
              <w:rPr>
                <w:rFonts w:ascii="Verdana" w:hAnsi="Verdana" w:cs="Verdana"/>
                <w:color w:val="666666"/>
                <w:sz w:val="17"/>
                <w:szCs w:val="17"/>
              </w:rPr>
            </w:pPr>
          </w:p>
          <w:p w:rsidR="00833EF8" w:rsidRPr="00516900" w:rsidRDefault="00833EF8" w:rsidP="00516900">
            <w:pPr>
              <w:spacing w:before="100" w:beforeAutospacing="1" w:after="100" w:afterAutospacing="1" w:line="240" w:lineRule="auto"/>
              <w:rPr>
                <w:rFonts w:ascii="Verdana" w:hAnsi="Verdana" w:cs="Verdana"/>
                <w:color w:val="666666"/>
                <w:sz w:val="17"/>
                <w:szCs w:val="17"/>
              </w:rPr>
            </w:pPr>
            <w:r w:rsidRPr="00516900">
              <w:rPr>
                <w:rFonts w:ascii="Verdana" w:hAnsi="Verdana" w:cs="Verdana"/>
                <w:b/>
                <w:bCs/>
                <w:color w:val="666666"/>
                <w:sz w:val="17"/>
                <w:szCs w:val="17"/>
              </w:rPr>
              <w:t>Автопогрузчик R 70</w:t>
            </w:r>
            <w:r w:rsidRPr="00516900">
              <w:rPr>
                <w:rFonts w:ascii="Verdana" w:hAnsi="Verdana" w:cs="Verdana"/>
                <w:color w:val="666666"/>
                <w:sz w:val="17"/>
                <w:szCs w:val="17"/>
              </w:rPr>
              <w:t xml:space="preserve"> (г/п 6.000 кг / 7.000 кг / 8.000 кг) </w:t>
            </w:r>
            <w:hyperlink r:id="rId10" w:history="1">
              <w:r w:rsidRPr="00516900">
                <w:rPr>
                  <w:rFonts w:ascii="Verdana" w:hAnsi="Verdana" w:cs="Verdana"/>
                  <w:b/>
                  <w:bCs/>
                  <w:color w:val="555555"/>
                  <w:sz w:val="17"/>
                  <w:szCs w:val="17"/>
                </w:rPr>
                <w:t xml:space="preserve">Подробнее автопогрузчик R70 грузоподъёмностью 6-8 тонн ... </w:t>
              </w:r>
            </w:hyperlink>
          </w:p>
        </w:tc>
      </w:tr>
      <w:tr w:rsidR="00833EF8" w:rsidRPr="00FE794F">
        <w:trPr>
          <w:tblCellSpacing w:w="7" w:type="dxa"/>
        </w:trPr>
        <w:tc>
          <w:tcPr>
            <w:tcW w:w="2500" w:type="pct"/>
            <w:vAlign w:val="center"/>
          </w:tcPr>
          <w:p w:rsidR="00833EF8" w:rsidRPr="00516900" w:rsidRDefault="00833EF8" w:rsidP="00516900">
            <w:pPr>
              <w:spacing w:after="0" w:line="240" w:lineRule="auto"/>
              <w:rPr>
                <w:rFonts w:ascii="Verdana" w:hAnsi="Verdana" w:cs="Verdana"/>
                <w:color w:val="666666"/>
                <w:sz w:val="17"/>
                <w:szCs w:val="17"/>
              </w:rPr>
            </w:pPr>
            <w:r w:rsidRPr="00FE794F">
              <w:rPr>
                <w:rFonts w:ascii="Verdana" w:hAnsi="Verdana" w:cs="Verdana"/>
                <w:noProof/>
                <w:color w:val="666666"/>
                <w:sz w:val="17"/>
                <w:szCs w:val="17"/>
              </w:rPr>
              <w:pict>
                <v:shape id="Рисунок 4" o:spid="_x0000_i1028" type="#_x0000_t75" alt="http://www.it-comp.ru/core/data/upimages/thumbs/r70_80_detail_new.jpg" style="width:150pt;height:123pt;visibility:visible">
                  <v:imagedata r:id="rId11" o:title=""/>
                </v:shape>
              </w:pict>
            </w:r>
          </w:p>
        </w:tc>
        <w:tc>
          <w:tcPr>
            <w:tcW w:w="0" w:type="auto"/>
            <w:vAlign w:val="center"/>
          </w:tcPr>
          <w:tbl>
            <w:tblPr>
              <w:tblpPr w:leftFromText="45" w:rightFromText="45" w:vertAnchor="text" w:tblpXSpec="right" w:tblpYSpec="center"/>
              <w:tblW w:w="3527" w:type="pct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A0"/>
            </w:tblPr>
            <w:tblGrid>
              <w:gridCol w:w="1023"/>
              <w:gridCol w:w="1120"/>
              <w:gridCol w:w="1125"/>
            </w:tblGrid>
            <w:tr w:rsidR="00833EF8" w:rsidRPr="00FE794F" w:rsidTr="000C23B1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</w:tcPr>
                <w:p w:rsidR="00833EF8" w:rsidRPr="00516900" w:rsidRDefault="00833EF8" w:rsidP="00516900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b/>
                      <w:bCs/>
                      <w:color w:val="666666"/>
                      <w:sz w:val="17"/>
                      <w:szCs w:val="17"/>
                    </w:rPr>
                    <w:t xml:space="preserve">  Модель  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</w:tcPr>
                <w:p w:rsidR="00833EF8" w:rsidRPr="00516900" w:rsidRDefault="00833EF8" w:rsidP="00516900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b/>
                      <w:bCs/>
                      <w:color w:val="666666"/>
                      <w:sz w:val="17"/>
                      <w:szCs w:val="17"/>
                    </w:rPr>
                    <w:t xml:space="preserve">Г/п (кг) при ц.т. 500 мм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</w:tcPr>
                <w:p w:rsidR="00833EF8" w:rsidRPr="00516900" w:rsidRDefault="00833EF8" w:rsidP="00516900">
                  <w:pPr>
                    <w:spacing w:after="0" w:line="240" w:lineRule="auto"/>
                    <w:jc w:val="center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b/>
                      <w:bCs/>
                      <w:color w:val="666666"/>
                      <w:sz w:val="17"/>
                      <w:szCs w:val="17"/>
                    </w:rPr>
                    <w:t xml:space="preserve">Тип двигателя </w:t>
                  </w:r>
                </w:p>
              </w:tc>
            </w:tr>
            <w:tr w:rsidR="00833EF8" w:rsidRPr="00FE794F" w:rsidTr="000C23B1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33EF8" w:rsidRPr="00516900" w:rsidRDefault="00833EF8" w:rsidP="00516900">
                  <w:pPr>
                    <w:spacing w:before="100" w:beforeAutospacing="1" w:after="100" w:afterAutospacing="1" w:line="240" w:lineRule="auto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b/>
                      <w:bCs/>
                      <w:color w:val="666666"/>
                      <w:sz w:val="17"/>
                      <w:szCs w:val="17"/>
                    </w:rPr>
                    <w:t>R 70-60</w:t>
                  </w: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33EF8" w:rsidRPr="00516900" w:rsidRDefault="00833EF8" w:rsidP="005169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t xml:space="preserve">6000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33EF8" w:rsidRPr="00516900" w:rsidRDefault="00833EF8" w:rsidP="00516900">
                  <w:pPr>
                    <w:spacing w:before="100" w:beforeAutospacing="1" w:after="100" w:afterAutospacing="1" w:line="240" w:lineRule="auto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t xml:space="preserve">дизель </w:t>
                  </w:r>
                </w:p>
              </w:tc>
            </w:tr>
            <w:tr w:rsidR="00833EF8" w:rsidRPr="00FE794F" w:rsidTr="000C23B1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</w:tcPr>
                <w:p w:rsidR="00833EF8" w:rsidRPr="00516900" w:rsidRDefault="00833EF8" w:rsidP="00516900">
                  <w:pPr>
                    <w:spacing w:before="100" w:beforeAutospacing="1" w:after="100" w:afterAutospacing="1" w:line="240" w:lineRule="auto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b/>
                      <w:bCs/>
                      <w:color w:val="666666"/>
                      <w:sz w:val="17"/>
                      <w:szCs w:val="17"/>
                    </w:rPr>
                    <w:t>R 70-70</w:t>
                  </w: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</w:tcPr>
                <w:p w:rsidR="00833EF8" w:rsidRPr="00516900" w:rsidRDefault="00833EF8" w:rsidP="005169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t xml:space="preserve">7000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DEFF0"/>
                  <w:vAlign w:val="center"/>
                </w:tcPr>
                <w:p w:rsidR="00833EF8" w:rsidRPr="00516900" w:rsidRDefault="00833EF8" w:rsidP="00516900">
                  <w:pPr>
                    <w:spacing w:before="100" w:beforeAutospacing="1" w:after="100" w:afterAutospacing="1" w:line="240" w:lineRule="auto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t xml:space="preserve">дизель </w:t>
                  </w:r>
                </w:p>
              </w:tc>
            </w:tr>
            <w:tr w:rsidR="00833EF8" w:rsidRPr="00FE794F" w:rsidTr="000C23B1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33EF8" w:rsidRPr="00516900" w:rsidRDefault="00833EF8" w:rsidP="00516900">
                  <w:pPr>
                    <w:spacing w:before="100" w:beforeAutospacing="1" w:after="100" w:afterAutospacing="1" w:line="240" w:lineRule="auto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b/>
                      <w:bCs/>
                      <w:color w:val="666666"/>
                      <w:sz w:val="17"/>
                      <w:szCs w:val="17"/>
                    </w:rPr>
                    <w:t>R 70-80</w:t>
                  </w: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33EF8" w:rsidRPr="00516900" w:rsidRDefault="00833EF8" w:rsidP="0051690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t xml:space="preserve">8000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33EF8" w:rsidRPr="00516900" w:rsidRDefault="00833EF8" w:rsidP="00516900">
                  <w:pPr>
                    <w:spacing w:before="100" w:beforeAutospacing="1" w:after="100" w:afterAutospacing="1" w:line="240" w:lineRule="auto"/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</w:pPr>
                  <w:r w:rsidRPr="00516900">
                    <w:rPr>
                      <w:rFonts w:ascii="Verdana" w:hAnsi="Verdana" w:cs="Verdana"/>
                      <w:color w:val="666666"/>
                      <w:sz w:val="17"/>
                      <w:szCs w:val="17"/>
                    </w:rPr>
                    <w:t xml:space="preserve">дизель </w:t>
                  </w:r>
                </w:p>
              </w:tc>
            </w:tr>
          </w:tbl>
          <w:p w:rsidR="00833EF8" w:rsidRPr="00516900" w:rsidRDefault="00833EF8" w:rsidP="00516900">
            <w:pPr>
              <w:spacing w:after="0" w:line="240" w:lineRule="auto"/>
              <w:rPr>
                <w:rFonts w:ascii="Verdana" w:hAnsi="Verdana" w:cs="Verdana"/>
                <w:color w:val="666666"/>
                <w:sz w:val="17"/>
                <w:szCs w:val="17"/>
              </w:rPr>
            </w:pPr>
          </w:p>
        </w:tc>
      </w:tr>
    </w:tbl>
    <w:p w:rsidR="00833EF8" w:rsidRDefault="00833EF8"/>
    <w:sectPr w:rsidR="00833EF8" w:rsidSect="00D15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6900"/>
    <w:rsid w:val="000C23B1"/>
    <w:rsid w:val="00516900"/>
    <w:rsid w:val="00833EF8"/>
    <w:rsid w:val="00D15DDE"/>
    <w:rsid w:val="00D4023D"/>
    <w:rsid w:val="00FE7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DDE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516900"/>
    <w:rPr>
      <w:rFonts w:ascii="Verdana" w:hAnsi="Verdana" w:cs="Verdana"/>
      <w:b/>
      <w:bCs/>
      <w:color w:val="555555"/>
      <w:sz w:val="17"/>
      <w:szCs w:val="17"/>
      <w:u w:val="none"/>
      <w:effect w:val="none"/>
    </w:rPr>
  </w:style>
  <w:style w:type="paragraph" w:styleId="NormalWeb">
    <w:name w:val="Normal (Web)"/>
    <w:basedOn w:val="Normal"/>
    <w:uiPriority w:val="99"/>
    <w:rsid w:val="00516900"/>
    <w:pPr>
      <w:spacing w:before="100" w:beforeAutospacing="1" w:after="100" w:afterAutospacing="1" w:line="240" w:lineRule="auto"/>
    </w:pPr>
    <w:rPr>
      <w:rFonts w:ascii="Verdana" w:hAnsi="Verdana" w:cs="Verdana"/>
      <w:color w:val="666666"/>
      <w:sz w:val="17"/>
      <w:szCs w:val="17"/>
    </w:rPr>
  </w:style>
  <w:style w:type="character" w:customStyle="1" w:styleId="zag11">
    <w:name w:val="zag11"/>
    <w:basedOn w:val="DefaultParagraphFont"/>
    <w:uiPriority w:val="99"/>
    <w:rsid w:val="00516900"/>
    <w:rPr>
      <w:rFonts w:ascii="Verdana" w:hAnsi="Verdana" w:cs="Verdana"/>
      <w:b/>
      <w:bCs/>
      <w:color w:val="666666"/>
      <w:sz w:val="38"/>
      <w:szCs w:val="38"/>
      <w:u w:val="none"/>
      <w:effect w:val="none"/>
    </w:rPr>
  </w:style>
  <w:style w:type="character" w:customStyle="1" w:styleId="greytext21">
    <w:name w:val="greytext21"/>
    <w:basedOn w:val="DefaultParagraphFont"/>
    <w:uiPriority w:val="99"/>
    <w:rsid w:val="00516900"/>
    <w:rPr>
      <w:rFonts w:ascii="Verdana" w:hAnsi="Verdana" w:cs="Verdana"/>
      <w:color w:val="666666"/>
      <w:sz w:val="17"/>
      <w:szCs w:val="17"/>
    </w:rPr>
  </w:style>
  <w:style w:type="character" w:styleId="Strong">
    <w:name w:val="Strong"/>
    <w:basedOn w:val="DefaultParagraphFont"/>
    <w:uiPriority w:val="99"/>
    <w:qFormat/>
    <w:rsid w:val="0051690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16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69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-comp.ru/forklifts/?id=102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t-comp.ru/forklifts/?id=101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0" Type="http://schemas.openxmlformats.org/officeDocument/2006/relationships/hyperlink" Target="http://www.it-comp.ru/forklifts/?id=103" TargetMode="External"/><Relationship Id="rId4" Type="http://schemas.openxmlformats.org/officeDocument/2006/relationships/hyperlink" Target="http://www.it-comp.ru/forklifts/?id=100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272</Words>
  <Characters>1551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2010-02-09T12:13:00Z</dcterms:created>
  <dcterms:modified xsi:type="dcterms:W3CDTF">2010-05-11T07:45:00Z</dcterms:modified>
</cp:coreProperties>
</file>